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4C77D" w14:textId="77777777" w:rsidR="00021C04" w:rsidRDefault="00D76AB2">
      <w:r>
        <w:rPr>
          <w:noProof/>
        </w:rPr>
        <w:drawing>
          <wp:anchor distT="0" distB="0" distL="114300" distR="114300" simplePos="0" relativeHeight="251657216" behindDoc="1" locked="0" layoutInCell="1" allowOverlap="1" wp14:anchorId="752EF51B" wp14:editId="4A20F7F2">
            <wp:simplePos x="0" y="0"/>
            <wp:positionH relativeFrom="column">
              <wp:posOffset>14989</wp:posOffset>
            </wp:positionH>
            <wp:positionV relativeFrom="paragraph">
              <wp:posOffset>-37475</wp:posOffset>
            </wp:positionV>
            <wp:extent cx="7834857" cy="4407108"/>
            <wp:effectExtent l="0" t="0" r="127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6" cstate="print">
                      <a:extLst>
                        <a:ext uri="{28A0092B-C50C-407E-A947-70E740481C1C}">
                          <a14:useLocalDpi xmlns:a14="http://schemas.microsoft.com/office/drawing/2010/main" val="0"/>
                        </a:ext>
                      </a:extLst>
                    </a:blip>
                    <a:stretch>
                      <a:fillRect/>
                    </a:stretch>
                  </pic:blipFill>
                  <pic:spPr>
                    <a:xfrm>
                      <a:off x="0" y="0"/>
                      <a:ext cx="7896414" cy="4441734"/>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Ind w:w="-5" w:type="dxa"/>
        <w:tblCellMar>
          <w:left w:w="115" w:type="dxa"/>
          <w:right w:w="720" w:type="dxa"/>
        </w:tblCellMar>
        <w:tblLook w:val="0000" w:firstRow="0" w:lastRow="0" w:firstColumn="0" w:lastColumn="0" w:noHBand="0" w:noVBand="0"/>
      </w:tblPr>
      <w:tblGrid>
        <w:gridCol w:w="12229"/>
      </w:tblGrid>
      <w:tr w:rsidR="00021C04" w14:paraId="512FB755" w14:textId="77777777" w:rsidTr="00A1111B">
        <w:trPr>
          <w:trHeight w:val="7553"/>
        </w:trPr>
        <w:tc>
          <w:tcPr>
            <w:tcW w:w="12229" w:type="dxa"/>
          </w:tcPr>
          <w:p w14:paraId="0CF5EA71" w14:textId="77777777" w:rsidR="00021C04" w:rsidRDefault="00D76AB2" w:rsidP="00D76AB2">
            <w:pPr>
              <w:ind w:left="720"/>
            </w:pPr>
            <w:r>
              <w:rPr>
                <w:noProof/>
              </w:rPr>
              <mc:AlternateContent>
                <mc:Choice Requires="wpg">
                  <w:drawing>
                    <wp:inline distT="0" distB="0" distL="0" distR="0" wp14:anchorId="705B771C" wp14:editId="39D2E661">
                      <wp:extent cx="6657975" cy="8743950"/>
                      <wp:effectExtent l="0" t="0" r="0" b="6350"/>
                      <wp:docPr id="9" name="Group 9" descr="Title and text&#10;"/>
                      <wp:cNvGraphicFramePr/>
                      <a:graphic xmlns:a="http://schemas.openxmlformats.org/drawingml/2006/main">
                        <a:graphicData uri="http://schemas.microsoft.com/office/word/2010/wordprocessingGroup">
                          <wpg:wgp>
                            <wpg:cNvGrpSpPr/>
                            <wpg:grpSpPr>
                              <a:xfrm>
                                <a:off x="0" y="0"/>
                                <a:ext cx="6657975" cy="8743950"/>
                                <a:chOff x="0" y="0"/>
                                <a:chExt cx="6657975" cy="8743950"/>
                              </a:xfrm>
                            </wpg:grpSpPr>
                            <wps:wsp>
                              <wps:cNvPr id="6" name="Text Box 6"/>
                              <wps:cNvSpPr txBox="1"/>
                              <wps:spPr>
                                <a:xfrm>
                                  <a:off x="119391" y="3128175"/>
                                  <a:ext cx="4105285" cy="1389380"/>
                                </a:xfrm>
                                <a:prstGeom prst="rect">
                                  <a:avLst/>
                                </a:prstGeom>
                                <a:solidFill>
                                  <a:srgbClr val="006D88"/>
                                </a:solidFill>
                                <a:ln w="6350">
                                  <a:noFill/>
                                </a:ln>
                              </wps:spPr>
                              <wps:txbx>
                                <w:txbxContent>
                                  <w:p w14:paraId="4DE78460" w14:textId="77777777" w:rsidR="00D76F05" w:rsidRPr="00FB6BEF" w:rsidRDefault="00D76F05" w:rsidP="00D76F05">
                                    <w:pPr>
                                      <w:pStyle w:val="Title"/>
                                      <w:rPr>
                                        <w:color w:val="FFFFFF" w:themeColor="background1"/>
                                        <w:sz w:val="52"/>
                                        <w:szCs w:val="44"/>
                                      </w:rPr>
                                    </w:pPr>
                                    <w:r w:rsidRPr="00FB6BEF">
                                      <w:rPr>
                                        <w:color w:val="FFFFFF" w:themeColor="background1"/>
                                        <w:sz w:val="52"/>
                                        <w:szCs w:val="44"/>
                                      </w:rPr>
                                      <w:t>Report Title</w:t>
                                    </w:r>
                                  </w:p>
                                  <w:p w14:paraId="156B88E9" w14:textId="24601769" w:rsidR="00D76F05" w:rsidRPr="00D76F05" w:rsidRDefault="00D76F05" w:rsidP="00D76F05">
                                    <w:pPr>
                                      <w:pStyle w:val="Subtitle"/>
                                      <w:spacing w:after="0" w:line="360" w:lineRule="auto"/>
                                      <w:rPr>
                                        <w:sz w:val="20"/>
                                        <w:szCs w:val="8"/>
                                      </w:rPr>
                                    </w:pPr>
                                    <w:r w:rsidRPr="00D76F05">
                                      <w:rPr>
                                        <w:sz w:val="20"/>
                                        <w:szCs w:val="8"/>
                                      </w:rPr>
                                      <w:t xml:space="preserve">Name, ID Email address </w:t>
                                    </w:r>
                                  </w:p>
                                  <w:p w14:paraId="04015AB4" w14:textId="5F6442B6" w:rsidR="00D76AB2" w:rsidRPr="00D76F05" w:rsidRDefault="00D76AB2" w:rsidP="00D76F05">
                                    <w:pPr>
                                      <w:pStyle w:val="Subtitle"/>
                                      <w:spacing w:after="0" w:line="360" w:lineRule="auto"/>
                                      <w:rPr>
                                        <w:sz w:val="44"/>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76200" y="0"/>
                                  <a:ext cx="3004185" cy="1068705"/>
                                </a:xfrm>
                                <a:prstGeom prst="rect">
                                  <a:avLst/>
                                </a:prstGeom>
                                <a:solidFill>
                                  <a:schemeClr val="bg1">
                                    <a:lumMod val="95000"/>
                                  </a:schemeClr>
                                </a:solidFill>
                                <a:ln w="6350">
                                  <a:noFill/>
                                </a:ln>
                              </wps:spPr>
                              <wps:txbx>
                                <w:txbxContent>
                                  <w:p w14:paraId="50A7424F" w14:textId="2EC18C0F" w:rsidR="00FB6BEF" w:rsidRDefault="00A3158A" w:rsidP="00FB6BEF">
                                    <w:pPr>
                                      <w:pStyle w:val="Heading2"/>
                                      <w:ind w:left="142"/>
                                      <w:rPr>
                                        <w:sz w:val="32"/>
                                        <w:szCs w:val="22"/>
                                      </w:rPr>
                                    </w:pPr>
                                    <w:r>
                                      <w:rPr>
                                        <w:sz w:val="32"/>
                                        <w:szCs w:val="22"/>
                                      </w:rPr>
                                      <w:t>Machine Learning in</w:t>
                                    </w:r>
                                    <w:r w:rsidR="00FB6BEF">
                                      <w:rPr>
                                        <w:sz w:val="32"/>
                                        <w:szCs w:val="22"/>
                                      </w:rPr>
                                      <w:t xml:space="preserve"> </w:t>
                                    </w:r>
                                    <w:r w:rsidR="00FB6BEF" w:rsidRPr="00FB6BEF">
                                      <w:rPr>
                                        <w:sz w:val="32"/>
                                        <w:szCs w:val="22"/>
                                      </w:rPr>
                                      <w:t xml:space="preserve">Business </w:t>
                                    </w:r>
                                  </w:p>
                                  <w:p w14:paraId="35A612E5" w14:textId="3A83363B" w:rsidR="00E53BEA" w:rsidRDefault="00FB18DA" w:rsidP="00D76F05">
                                    <w:pPr>
                                      <w:pStyle w:val="Heading2"/>
                                      <w:ind w:left="142"/>
                                    </w:pPr>
                                    <w:r>
                                      <w:t>MIS71</w:t>
                                    </w:r>
                                    <w:r w:rsidR="00A3158A">
                                      <w:t>0</w:t>
                                    </w:r>
                                    <w:r w:rsidR="00FB6BEF">
                                      <w:t xml:space="preserve"> – A</w:t>
                                    </w:r>
                                    <w:r w:rsidR="009F6967">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0" y="4866939"/>
                                  <a:ext cx="6657975" cy="3877011"/>
                                </a:xfrm>
                                <a:prstGeom prst="rect">
                                  <a:avLst/>
                                </a:prstGeom>
                                <a:solidFill>
                                  <a:schemeClr val="lt1"/>
                                </a:solidFill>
                                <a:ln w="6350">
                                  <a:noFill/>
                                </a:ln>
                              </wps:spPr>
                              <wps:txbx>
                                <w:txbxContent>
                                  <w:p w14:paraId="2DB59251" w14:textId="77777777" w:rsidR="00D76AB2" w:rsidRDefault="00D76AB2" w:rsidP="00D76AB2">
                                    <w:r>
                                      <w:t>Lorem ipsum dolor sit amet, harum patrioque cu vim. Debitis fastidii democritum ne vel, et ignota voluptua mel. Ne euripidis appellantur pro, oratio utamur scripserit id nam. Indoctum scripserit no nam, eum rebum reque exerci ne.</w:t>
                                    </w:r>
                                  </w:p>
                                  <w:p w14:paraId="29BAFECD" w14:textId="77777777" w:rsidR="00D76AB2" w:rsidRPr="00E53BEA" w:rsidRDefault="00D76AB2" w:rsidP="00A1111B">
                                    <w:pPr>
                                      <w:pStyle w:val="Heading2"/>
                                    </w:pPr>
                                    <w:r w:rsidRPr="00E53BEA">
                                      <w:t>Oblique adipisci vituperatoribus eu ius, ut mei omnes affert mandamus. Mel prima nobis ullamcorper an, nec vitae scaevola ei. Nihil noster nec eu, est amet virtute an, ne has tollit hendrerit. Numquam deterruisset ex pro, errem viris prodesset ea sed. Nec te laoreet urbanitas quaerendum. Ei eum prodesset forensibus.</w:t>
                                    </w:r>
                                  </w:p>
                                  <w:p w14:paraId="05CDBBFE" w14:textId="77777777" w:rsidR="00A1111B" w:rsidRPr="00A1111B" w:rsidRDefault="00A1111B" w:rsidP="00A1111B"/>
                                  <w:p w14:paraId="40B1B79F" w14:textId="77777777" w:rsidR="00D76AB2" w:rsidRDefault="00D76AB2" w:rsidP="00D76AB2">
                                    <w:r>
                                      <w:t>Ius te tempor aperiri mandamus, et est munere numquam partiendo. Vix an probo ludus adipisci, duo ea nominavi perfecto iudicabit. In ius appellantur signiferumque, illud postulant te his, at eam adhuc quodsi docendi. Ex eos aliquid verterem moderatius, justo elaboraret at mel. Eam falli insolens in, soleat oportere has te. Malis iisque saperet ut nam.</w:t>
                                    </w:r>
                                  </w:p>
                                  <w:p w14:paraId="7CDE1903" w14:textId="77777777" w:rsidR="00D76AB2" w:rsidRDefault="00D76AB2" w:rsidP="00A1111B">
                                    <w:r>
                                      <w:t>Vim an iudico forensibus, ut purto clita civibus qui. Vis in adhuc maiorum voluptua, in epicurei facilisis patrioque ius. Agam dictas blandit ad cum. Illud dicta mediocrem no mei, pro at eius mediocritatem. Ubique corpora at quo, cum magna impetus ne. Pri no conceptam voluptaria, dicat scripta intellegebat ei pro. Etiam alterum assentior mei ut, efficiendi reformidans sea cu, eos modo nibh ei.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05B771C" id="Group 9" o:spid="_x0000_s1026" alt="Title and text&#10;" style="width:524.25pt;height:688.5pt;mso-position-horizontal-relative:char;mso-position-vertical-relative:line" coordsize="66579,8743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">
                      <v:shapetype id="_x0000_t202" coordsize="21600,21600" o:spt="202" path="m,l,21600r21600,l21600,xe">
                        <v:stroke joinstyle="miter"/>
                        <v:path gradientshapeok="t" o:connecttype="rect"/>
                      </v:shapetype>
                      <v:shape id="Text Box 6" o:spid="_x0000_s1027" type="#_x0000_t202" style="position:absolute;left:1193;top:31281;width:41053;height:1389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" fillcolor="#006d88" stroked="f" strokeweight=".5pt">
                        <v:textbox>
                          <w:txbxContent>
                            <w:p w14:paraId="4DE78460" w14:textId="77777777" w:rsidR="00D76F05" w:rsidRPr="00FB6BEF" w:rsidRDefault="00D76F05" w:rsidP="00D76F05">
                              <w:pPr>
                                <w:pStyle w:val="Title"/>
                                <w:rPr>
                                  <w:color w:val="FFFFFF" w:themeColor="background1"/>
                                  <w:sz w:val="52"/>
                                  <w:szCs w:val="44"/>
                                </w:rPr>
                              </w:pPr>
                              <w:r w:rsidRPr="00FB6BEF">
                                <w:rPr>
                                  <w:color w:val="FFFFFF" w:themeColor="background1"/>
                                  <w:sz w:val="52"/>
                                  <w:szCs w:val="44"/>
                                </w:rPr>
                                <w:t>Report Title</w:t>
                              </w:r>
                            </w:p>
                            <w:p w14:paraId="156B88E9" w14:textId="24601769" w:rsidR="00D76F05" w:rsidRPr="00D76F05" w:rsidRDefault="00D76F05" w:rsidP="00D76F05">
                              <w:pPr>
                                <w:pStyle w:val="Subtitle"/>
                                <w:spacing w:after="0" w:line="360" w:lineRule="auto"/>
                                <w:rPr>
                                  <w:sz w:val="20"/>
                                  <w:szCs w:val="8"/>
                                </w:rPr>
                              </w:pPr>
                              <w:r w:rsidRPr="00D76F05">
                                <w:rPr>
                                  <w:sz w:val="20"/>
                                  <w:szCs w:val="8"/>
                                </w:rPr>
                                <w:t xml:space="preserve">Name, ID Email address </w:t>
                              </w:r>
                            </w:p>
                            <w:p w14:paraId="04015AB4" w14:textId="5F6442B6" w:rsidR="00D76AB2" w:rsidRPr="00D76F05" w:rsidRDefault="00D76AB2" w:rsidP="00D76F05">
                              <w:pPr>
                                <w:pStyle w:val="Subtitle"/>
                                <w:spacing w:after="0" w:line="360" w:lineRule="auto"/>
                                <w:rPr>
                                  <w:sz w:val="44"/>
                                  <w:szCs w:val="21"/>
                                </w:rPr>
                              </w:pPr>
                            </w:p>
                          </w:txbxContent>
                        </v:textbox>
                      </v:shape>
                      <v:shape id="Text Box 7" o:spid="_x0000_s1028" type="#_x0000_t202" style="position:absolute;left:762;width:30041;height:1068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" fillcolor="#f2f2f2 [3052]" stroked="f" strokeweight=".5pt">
                        <v:textbox>
                          <w:txbxContent>
                            <w:p w14:paraId="50A7424F" w14:textId="2EC18C0F" w:rsidR="00FB6BEF" w:rsidRDefault="00A3158A" w:rsidP="00FB6BEF">
                              <w:pPr>
                                <w:pStyle w:val="Heading2"/>
                                <w:ind w:left="142"/>
                                <w:rPr>
                                  <w:sz w:val="32"/>
                                  <w:szCs w:val="22"/>
                                </w:rPr>
                              </w:pPr>
                              <w:r>
                                <w:rPr>
                                  <w:sz w:val="32"/>
                                  <w:szCs w:val="22"/>
                                </w:rPr>
                                <w:t>Machine Learning in</w:t>
                              </w:r>
                              <w:r w:rsidR="00FB6BEF">
                                <w:rPr>
                                  <w:sz w:val="32"/>
                                  <w:szCs w:val="22"/>
                                </w:rPr>
                                <w:t xml:space="preserve"> </w:t>
                              </w:r>
                              <w:r w:rsidR="00FB6BEF" w:rsidRPr="00FB6BEF">
                                <w:rPr>
                                  <w:sz w:val="32"/>
                                  <w:szCs w:val="22"/>
                                </w:rPr>
                                <w:t xml:space="preserve">Business </w:t>
                              </w:r>
                            </w:p>
                            <w:p w14:paraId="35A612E5" w14:textId="3A83363B" w:rsidR="00E53BEA" w:rsidRDefault="00FB18DA" w:rsidP="00D76F05">
                              <w:pPr>
                                <w:pStyle w:val="Heading2"/>
                                <w:ind w:left="142"/>
                              </w:pPr>
                              <w:r>
                                <w:t>MIS71</w:t>
                              </w:r>
                              <w:r w:rsidR="00A3158A">
                                <w:t>0</w:t>
                              </w:r>
                              <w:r w:rsidR="00FB6BEF">
                                <w:t xml:space="preserve"> – A</w:t>
                              </w:r>
                              <w:r w:rsidR="009F6967">
                                <w:t>1</w:t>
                              </w:r>
                            </w:p>
                          </w:txbxContent>
                        </v:textbox>
                      </v:shape>
                      <v:shape id="Text Box 8" o:spid="_x0000_s1029" type="#_x0000_t202" style="position:absolute;top:48669;width:66579;height:3877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" fillcolor="white [3201]" stroked="f" strokeweight=".5pt">
                        <v:textbox>
                          <w:txbxContent>
                            <w:p w14:paraId="2DB59251" w14:textId="77777777" w:rsidR="00D76AB2" w:rsidRDefault="00D76AB2" w:rsidP="00D76AB2">
                              <w:r>
                                <w:t>Lorem ipsum dolor sit amet, harum patrioque cu vim. Debitis fastidii democritum ne vel, et ignota voluptua mel. Ne euripidis appellantur pro, oratio utamur scripserit id nam. Indoctum scripserit no nam, eum rebum reque exerci ne.</w:t>
                              </w:r>
                            </w:p>
                            <w:p w14:paraId="29BAFECD" w14:textId="77777777" w:rsidR="00D76AB2" w:rsidRPr="00E53BEA" w:rsidRDefault="00D76AB2" w:rsidP="00A1111B">
                              <w:pPr>
                                <w:pStyle w:val="Heading2"/>
                              </w:pPr>
                              <w:r w:rsidRPr="00E53BEA">
                                <w:t>Oblique adipisci vituperatoribus eu ius, ut mei omnes affert mandamus. Mel prima nobis ullamcorper an, nec vitae scaevola ei. Nihil noster nec eu, est amet virtute an, ne has tollit hendrerit. Numquam deterruisset ex pro, errem viris prodesset ea sed. Nec te laoreet urbanitas quaerendum. Ei eum prodesset forensibus.</w:t>
                              </w:r>
                            </w:p>
                            <w:p w14:paraId="05CDBBFE" w14:textId="77777777" w:rsidR="00A1111B" w:rsidRPr="00A1111B" w:rsidRDefault="00A1111B" w:rsidP="00A1111B"/>
                            <w:p w14:paraId="40B1B79F" w14:textId="77777777" w:rsidR="00D76AB2" w:rsidRDefault="00D76AB2" w:rsidP="00D76AB2">
                              <w:r>
                                <w:t>Ius te tempor aperiri mandamus, et est munere numquam partiendo. Vix an probo ludus adipisci, duo ea nominavi perfecto iudicabit. In ius appellantur signiferumque, illud postulant te his, at eam adhuc quodsi docendi. Ex eos aliquid verterem moderatius, justo elaboraret at mel. Eam falli insolens in, soleat oportere has te. Malis iisque saperet ut nam.</w:t>
                              </w:r>
                            </w:p>
                            <w:p w14:paraId="7CDE1903" w14:textId="77777777" w:rsidR="00D76AB2" w:rsidRDefault="00D76AB2" w:rsidP="00A1111B">
                              <w:r>
                                <w:t>Vim an iudico forensibus, ut purto clita civibus qui. Vis in adhuc maiorum voluptua, in epicurei facilisis patrioque ius. Agam dictas blandit ad cum. Illud dicta mediocrem no mei, pro at eius mediocritatem. Ubique corpora at quo, cum magna impetus ne. Pri no conceptam voluptaria, dicat scripta intellegebat ei pro. Etiam alterum assentior mei ut, efficiendi reformidans sea cu, eos modo nibh ei.</w:t>
                              </w:r>
                            </w:p>
                          </w:txbxContent>
                        </v:textbox>
                      </v:shape>
                      <w10:anchorlock/>
                    </v:group>
                  </w:pict>
                </mc:Fallback>
              </mc:AlternateContent>
            </w:r>
          </w:p>
        </w:tc>
      </w:tr>
      <w:tr w:rsidR="00A1111B" w14:paraId="4377386D" w14:textId="77777777" w:rsidTr="00A1111B">
        <w:trPr>
          <w:trHeight w:val="900"/>
        </w:trPr>
        <w:tc>
          <w:tcPr>
            <w:tcW w:w="12229" w:type="dxa"/>
            <w:vAlign w:val="bottom"/>
          </w:tcPr>
          <w:p w14:paraId="2E992041" w14:textId="77777777" w:rsidR="00A1111B" w:rsidRDefault="00A1111B" w:rsidP="00A1111B">
            <w:pPr>
              <w:ind w:left="720"/>
              <w:jc w:val="right"/>
              <w:rPr>
                <w:noProof/>
              </w:rPr>
            </w:pPr>
            <w:r>
              <w:rPr>
                <w:noProof/>
              </w:rPr>
              <w:t>Page 1</w:t>
            </w:r>
          </w:p>
        </w:tc>
      </w:tr>
    </w:tbl>
    <w:p w14:paraId="4FBC8D21" w14:textId="77777777" w:rsidR="000B4502" w:rsidRDefault="000B4502"/>
    <w:p w14:paraId="0F7F1B89" w14:textId="77777777" w:rsidR="000B4502" w:rsidRDefault="000B4502"/>
    <w:tbl>
      <w:tblPr>
        <w:tblW w:w="12180" w:type="dxa"/>
        <w:tblInd w:w="55" w:type="dxa"/>
        <w:tblCellMar>
          <w:left w:w="115" w:type="dxa"/>
          <w:right w:w="720" w:type="dxa"/>
        </w:tblCellMar>
        <w:tblLook w:val="0000" w:firstRow="0" w:lastRow="0" w:firstColumn="0" w:lastColumn="0" w:noHBand="0" w:noVBand="0"/>
      </w:tblPr>
      <w:tblGrid>
        <w:gridCol w:w="3538"/>
        <w:gridCol w:w="2305"/>
        <w:gridCol w:w="6337"/>
      </w:tblGrid>
      <w:tr w:rsidR="00515218" w14:paraId="317CE12E" w14:textId="77777777" w:rsidTr="00515218">
        <w:trPr>
          <w:trHeight w:val="2970"/>
        </w:trPr>
        <w:tc>
          <w:tcPr>
            <w:tcW w:w="6090" w:type="dxa"/>
            <w:gridSpan w:val="2"/>
          </w:tcPr>
          <w:p w14:paraId="1A500381" w14:textId="1DD0D6B9" w:rsidR="00515218" w:rsidRDefault="00980413" w:rsidP="000B4502">
            <w:r>
              <w:rPr>
                <w:noProof/>
              </w:rPr>
              <mc:AlternateContent>
                <mc:Choice Requires="wps">
                  <w:drawing>
                    <wp:anchor distT="0" distB="0" distL="114300" distR="114300" simplePos="0" relativeHeight="251659264" behindDoc="0" locked="0" layoutInCell="1" allowOverlap="1" wp14:anchorId="6FCA2C7A" wp14:editId="3A194A25">
                      <wp:simplePos x="0" y="0"/>
                      <wp:positionH relativeFrom="column">
                        <wp:posOffset>1270</wp:posOffset>
                      </wp:positionH>
                      <wp:positionV relativeFrom="paragraph">
                        <wp:posOffset>3175</wp:posOffset>
                      </wp:positionV>
                      <wp:extent cx="3004185" cy="1068705"/>
                      <wp:effectExtent l="0" t="0" r="0" b="0"/>
                      <wp:wrapNone/>
                      <wp:docPr id="1" name="Text Box 1"/>
                      <wp:cNvGraphicFramePr/>
                      <a:graphic xmlns:a="http://schemas.openxmlformats.org/drawingml/2006/main">
                        <a:graphicData uri="http://schemas.microsoft.com/office/word/2010/wordprocessingShape">
                          <wps:wsp>
                            <wps:cNvSpPr txBox="1"/>
                            <wps:spPr>
                              <a:xfrm>
                                <a:off x="0" y="0"/>
                                <a:ext cx="3004185" cy="1068705"/>
                              </a:xfrm>
                              <a:prstGeom prst="rect">
                                <a:avLst/>
                              </a:prstGeom>
                              <a:solidFill>
                                <a:schemeClr val="bg1">
                                  <a:lumMod val="95000"/>
                                </a:schemeClr>
                              </a:solidFill>
                              <a:ln w="6350">
                                <a:noFill/>
                              </a:ln>
                            </wps:spPr>
                            <wps:txbx>
                              <w:txbxContent>
                                <w:p w14:paraId="60AB7FC6" w14:textId="77777777" w:rsidR="00A3158A" w:rsidRDefault="00A3158A" w:rsidP="00A3158A">
                                  <w:pPr>
                                    <w:pStyle w:val="Heading2"/>
                                    <w:ind w:left="142"/>
                                    <w:rPr>
                                      <w:sz w:val="32"/>
                                      <w:szCs w:val="22"/>
                                    </w:rPr>
                                  </w:pPr>
                                  <w:r>
                                    <w:rPr>
                                      <w:sz w:val="32"/>
                                      <w:szCs w:val="22"/>
                                    </w:rPr>
                                    <w:t xml:space="preserve">Machine Learning in </w:t>
                                  </w:r>
                                  <w:r w:rsidRPr="00FB6BEF">
                                    <w:rPr>
                                      <w:sz w:val="32"/>
                                      <w:szCs w:val="22"/>
                                    </w:rPr>
                                    <w:t xml:space="preserve">Business </w:t>
                                  </w:r>
                                </w:p>
                                <w:p w14:paraId="506A6C7D" w14:textId="2E51C338" w:rsidR="00980413" w:rsidRDefault="00A3158A" w:rsidP="00A3158A">
                                  <w:pPr>
                                    <w:pStyle w:val="Heading2"/>
                                    <w:ind w:left="142"/>
                                  </w:pPr>
                                  <w:r>
                                    <w:t>MIS710 – A1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FCA2C7A" id="Text Box 1" o:spid="_x0000_s1030" type="#_x0000_t202" style="position:absolute;margin-left:.1pt;margin-top:.25pt;width:236.55pt;height:84.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" fillcolor="#f2f2f2 [3052]" stroked="f" strokeweight=".5pt">
                      <v:textbox>
                        <w:txbxContent>
                          <w:p w14:paraId="60AB7FC6" w14:textId="77777777" w:rsidR="00A3158A" w:rsidRDefault="00A3158A" w:rsidP="00A3158A">
                            <w:pPr>
                              <w:pStyle w:val="Heading2"/>
                              <w:ind w:left="142"/>
                              <w:rPr>
                                <w:sz w:val="32"/>
                                <w:szCs w:val="22"/>
                              </w:rPr>
                            </w:pPr>
                            <w:r>
                              <w:rPr>
                                <w:sz w:val="32"/>
                                <w:szCs w:val="22"/>
                              </w:rPr>
                              <w:t xml:space="preserve">Machine Learning in </w:t>
                            </w:r>
                            <w:r w:rsidRPr="00FB6BEF">
                              <w:rPr>
                                <w:sz w:val="32"/>
                                <w:szCs w:val="22"/>
                              </w:rPr>
                              <w:t xml:space="preserve">Business </w:t>
                            </w:r>
                          </w:p>
                          <w:p w14:paraId="506A6C7D" w14:textId="2E51C338" w:rsidR="00980413" w:rsidRDefault="00A3158A" w:rsidP="00A3158A">
                            <w:pPr>
                              <w:pStyle w:val="Heading2"/>
                              <w:ind w:left="142"/>
                            </w:pPr>
                            <w:r>
                              <w:t>MIS710 – A1</w:t>
                            </w:r>
                          </w:p>
                        </w:txbxContent>
                      </v:textbox>
                    </v:shape>
                  </w:pict>
                </mc:Fallback>
              </mc:AlternateContent>
            </w:r>
          </w:p>
        </w:tc>
        <w:tc>
          <w:tcPr>
            <w:tcW w:w="6090" w:type="dxa"/>
          </w:tcPr>
          <w:p w14:paraId="0AA33034" w14:textId="77777777" w:rsidR="00515218" w:rsidRDefault="00515218" w:rsidP="000B4502">
            <w:r w:rsidRPr="000B4502">
              <w:rPr>
                <w:noProof/>
              </w:rPr>
              <mc:AlternateContent>
                <mc:Choice Requires="wps">
                  <w:drawing>
                    <wp:inline distT="0" distB="0" distL="0" distR="0" wp14:anchorId="579C56F0" wp14:editId="23C029C7">
                      <wp:extent cx="3493827" cy="1303116"/>
                      <wp:effectExtent l="0" t="0" r="0" b="0"/>
                      <wp:docPr id="12" name="Text Box 12"/>
                      <wp:cNvGraphicFramePr/>
                      <a:graphic xmlns:a="http://schemas.openxmlformats.org/drawingml/2006/main">
                        <a:graphicData uri="http://schemas.microsoft.com/office/word/2010/wordprocessingShape">
                          <wps:wsp>
                            <wps:cNvSpPr txBox="1"/>
                            <wps:spPr>
                              <a:xfrm>
                                <a:off x="0" y="0"/>
                                <a:ext cx="3493827" cy="1303116"/>
                              </a:xfrm>
                              <a:prstGeom prst="rect">
                                <a:avLst/>
                              </a:prstGeom>
                              <a:noFill/>
                              <a:ln w="6350">
                                <a:noFill/>
                              </a:ln>
                            </wps:spPr>
                            <wps:txbx>
                              <w:txbxContent>
                                <w:p w14:paraId="714D5154" w14:textId="77777777" w:rsidR="00515218" w:rsidRPr="000B4502" w:rsidRDefault="00515218" w:rsidP="00515218">
                                  <w:pPr>
                                    <w:pStyle w:val="NoSpacing"/>
                                    <w:rPr>
                                      <w:color w:val="44546A" w:themeColor="text2"/>
                                    </w:rPr>
                                  </w:pPr>
                                  <w:r w:rsidRPr="000B4502">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79C56F0" id="Text Box 12" o:spid="_x0000_s1031" type="#_x0000_t202" style="width:275.1pt;height:10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" filled="f" stroked="f" strokeweight=".5pt">
                      <v:textbox>
                        <w:txbxContent>
                          <w:p w14:paraId="714D5154" w14:textId="77777777" w:rsidR="00515218" w:rsidRPr="000B4502" w:rsidRDefault="00515218" w:rsidP="00515218">
                            <w:pPr>
                              <w:pStyle w:val="NoSpacing"/>
                              <w:rPr>
                                <w:color w:val="44546A" w:themeColor="text2"/>
                              </w:rPr>
                            </w:pPr>
                            <w:r w:rsidRPr="000B4502">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txbxContent>
                      </v:textbox>
                      <w10:anchorlock/>
                    </v:shape>
                  </w:pict>
                </mc:Fallback>
              </mc:AlternateContent>
            </w:r>
          </w:p>
        </w:tc>
      </w:tr>
      <w:tr w:rsidR="000B4502" w14:paraId="02DA2FC1" w14:textId="77777777" w:rsidTr="00515218">
        <w:trPr>
          <w:trHeight w:val="8604"/>
        </w:trPr>
        <w:tc>
          <w:tcPr>
            <w:tcW w:w="3635" w:type="dxa"/>
          </w:tcPr>
          <w:p w14:paraId="1ED77495" w14:textId="77777777" w:rsidR="000B4502" w:rsidRDefault="000B4502">
            <w:r w:rsidRPr="000B4502">
              <w:rPr>
                <w:noProof/>
              </w:rPr>
              <mc:AlternateContent>
                <mc:Choice Requires="wps">
                  <w:drawing>
                    <wp:inline distT="0" distB="0" distL="0" distR="0" wp14:anchorId="1E0F830C" wp14:editId="54232F56">
                      <wp:extent cx="475013" cy="676894"/>
                      <wp:effectExtent l="0" t="0" r="1270" b="9525"/>
                      <wp:docPr id="13" name="Text Box 13"/>
                      <wp:cNvGraphicFramePr/>
                      <a:graphic xmlns:a="http://schemas.openxmlformats.org/drawingml/2006/main">
                        <a:graphicData uri="http://schemas.microsoft.com/office/word/2010/wordprocessingShape">
                          <wps:wsp>
                            <wps:cNvSpPr txBox="1"/>
                            <wps:spPr>
                              <a:xfrm>
                                <a:off x="0" y="0"/>
                                <a:ext cx="475013" cy="676894"/>
                              </a:xfrm>
                              <a:prstGeom prst="rect">
                                <a:avLst/>
                              </a:prstGeom>
                              <a:solidFill>
                                <a:schemeClr val="lt1"/>
                              </a:solidFill>
                              <a:ln w="6350">
                                <a:noFill/>
                              </a:ln>
                            </wps:spPr>
                            <wps:txbx>
                              <w:txbxContent>
                                <w:p w14:paraId="3861E537" w14:textId="77777777" w:rsidR="000B4502" w:rsidRDefault="000B4502" w:rsidP="000B4502">
                                  <w:pPr>
                                    <w:pStyle w:val="Heading1"/>
                                  </w:pPr>
                                  <w:r>
                                    <w:t>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E0F830C" id="Text Box 13" o:spid="_x0000_s1032" type="#_x0000_t202" style="width:37.4pt;height:5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" fillcolor="white [3201]" stroked="f" strokeweight=".5pt">
                      <v:textbox>
                        <w:txbxContent>
                          <w:p w14:paraId="3861E537" w14:textId="77777777" w:rsidR="000B4502" w:rsidRDefault="000B4502" w:rsidP="000B4502">
                            <w:pPr>
                              <w:pStyle w:val="Heading1"/>
                            </w:pPr>
                            <w:r>
                              <w:t>01</w:t>
                            </w:r>
                          </w:p>
                        </w:txbxContent>
                      </v:textbox>
                      <w10:anchorlock/>
                    </v:shape>
                  </w:pict>
                </mc:Fallback>
              </mc:AlternateContent>
            </w:r>
            <w:r w:rsidRPr="000B4502">
              <w:rPr>
                <w:noProof/>
              </w:rPr>
              <mc:AlternateContent>
                <mc:Choice Requires="wps">
                  <w:drawing>
                    <wp:inline distT="0" distB="0" distL="0" distR="0" wp14:anchorId="64DBD71F" wp14:editId="60D8BB24">
                      <wp:extent cx="1674421" cy="676894"/>
                      <wp:effectExtent l="0" t="0" r="2540" b="9525"/>
                      <wp:docPr id="16" name="Text Box 16"/>
                      <wp:cNvGraphicFramePr/>
                      <a:graphic xmlns:a="http://schemas.openxmlformats.org/drawingml/2006/main">
                        <a:graphicData uri="http://schemas.microsoft.com/office/word/2010/wordprocessingShape">
                          <wps:wsp>
                            <wps:cNvSpPr txBox="1"/>
                            <wps:spPr>
                              <a:xfrm>
                                <a:off x="0" y="0"/>
                                <a:ext cx="1674421" cy="676894"/>
                              </a:xfrm>
                              <a:prstGeom prst="rect">
                                <a:avLst/>
                              </a:prstGeom>
                              <a:solidFill>
                                <a:schemeClr val="lt1"/>
                              </a:solidFill>
                              <a:ln w="6350">
                                <a:noFill/>
                              </a:ln>
                            </wps:spPr>
                            <wps:txbx>
                              <w:txbxContent>
                                <w:p w14:paraId="796F8EFC" w14:textId="77777777" w:rsidR="000B4502" w:rsidRDefault="000B4502" w:rsidP="000B4502">
                                  <w:pPr>
                                    <w:pStyle w:val="Heading3"/>
                                  </w:pPr>
                                  <w:r w:rsidRPr="000B4502">
                                    <w:t>Lorem ipsum dolor sit amet, harum patrioque cu vim.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4DBD71F" id="Text Box 16" o:spid="_x0000_s1033" type="#_x0000_t202" style="width:131.85pt;height:5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" fillcolor="white [3201]" stroked="f" strokeweight=".5pt">
                      <v:textbox>
                        <w:txbxContent>
                          <w:p w14:paraId="796F8EFC" w14:textId="77777777" w:rsidR="000B4502" w:rsidRDefault="000B4502" w:rsidP="000B4502">
                            <w:pPr>
                              <w:pStyle w:val="Heading3"/>
                            </w:pPr>
                            <w:r w:rsidRPr="000B4502">
                              <w:t>Lorem ipsum dolor sit amet, harum patrioque cu vim.</w:t>
                            </w:r>
                          </w:p>
                        </w:txbxContent>
                      </v:textbox>
                      <w10:anchorlock/>
                    </v:shape>
                  </w:pict>
                </mc:Fallback>
              </mc:AlternateContent>
            </w:r>
            <w:r w:rsidRPr="000B4502">
              <w:rPr>
                <w:noProof/>
              </w:rPr>
              <mc:AlternateContent>
                <mc:Choice Requires="wps">
                  <w:drawing>
                    <wp:inline distT="0" distB="0" distL="0" distR="0" wp14:anchorId="75905015" wp14:editId="3C5D2712">
                      <wp:extent cx="475013" cy="676894"/>
                      <wp:effectExtent l="0" t="0" r="1270" b="9525"/>
                      <wp:docPr id="15" name="Text Box 15"/>
                      <wp:cNvGraphicFramePr/>
                      <a:graphic xmlns:a="http://schemas.openxmlformats.org/drawingml/2006/main">
                        <a:graphicData uri="http://schemas.microsoft.com/office/word/2010/wordprocessingShape">
                          <wps:wsp>
                            <wps:cNvSpPr txBox="1"/>
                            <wps:spPr>
                              <a:xfrm>
                                <a:off x="0" y="0"/>
                                <a:ext cx="475013" cy="676894"/>
                              </a:xfrm>
                              <a:prstGeom prst="rect">
                                <a:avLst/>
                              </a:prstGeom>
                              <a:solidFill>
                                <a:schemeClr val="lt1"/>
                              </a:solidFill>
                              <a:ln w="6350">
                                <a:noFill/>
                              </a:ln>
                            </wps:spPr>
                            <wps:txbx>
                              <w:txbxContent>
                                <w:p w14:paraId="2932EC5E" w14:textId="77777777" w:rsidR="000B4502" w:rsidRDefault="000B4502" w:rsidP="000B4502">
                                  <w:pPr>
                                    <w:pStyle w:val="Heading1"/>
                                  </w:pPr>
                                  <w: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5905015" id="Text Box 15" o:spid="_x0000_s1034" type="#_x0000_t202" style="width:37.4pt;height:5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" fillcolor="white [3201]" stroked="f" strokeweight=".5pt">
                      <v:textbox>
                        <w:txbxContent>
                          <w:p w14:paraId="2932EC5E" w14:textId="77777777" w:rsidR="000B4502" w:rsidRDefault="000B4502" w:rsidP="000B4502">
                            <w:pPr>
                              <w:pStyle w:val="Heading1"/>
                            </w:pPr>
                            <w:r>
                              <w:t>02</w:t>
                            </w:r>
                          </w:p>
                        </w:txbxContent>
                      </v:textbox>
                      <w10:anchorlock/>
                    </v:shape>
                  </w:pict>
                </mc:Fallback>
              </mc:AlternateContent>
            </w:r>
            <w:r w:rsidRPr="000B4502">
              <w:rPr>
                <w:noProof/>
              </w:rPr>
              <mc:AlternateContent>
                <mc:Choice Requires="wps">
                  <w:drawing>
                    <wp:inline distT="0" distB="0" distL="0" distR="0" wp14:anchorId="5CB0B7AD" wp14:editId="02835566">
                      <wp:extent cx="1674421" cy="676894"/>
                      <wp:effectExtent l="0" t="0" r="2540" b="9525"/>
                      <wp:docPr id="14" name="Text Box 14"/>
                      <wp:cNvGraphicFramePr/>
                      <a:graphic xmlns:a="http://schemas.openxmlformats.org/drawingml/2006/main">
                        <a:graphicData uri="http://schemas.microsoft.com/office/word/2010/wordprocessingShape">
                          <wps:wsp>
                            <wps:cNvSpPr txBox="1"/>
                            <wps:spPr>
                              <a:xfrm>
                                <a:off x="0" y="0"/>
                                <a:ext cx="1674421" cy="676894"/>
                              </a:xfrm>
                              <a:prstGeom prst="rect">
                                <a:avLst/>
                              </a:prstGeom>
                              <a:solidFill>
                                <a:schemeClr val="lt1"/>
                              </a:solidFill>
                              <a:ln w="6350">
                                <a:noFill/>
                              </a:ln>
                            </wps:spPr>
                            <wps:txbx>
                              <w:txbxContent>
                                <w:p w14:paraId="75EC9A44" w14:textId="77777777" w:rsidR="000B4502" w:rsidRDefault="000B4502" w:rsidP="000B4502">
                                  <w:pPr>
                                    <w:pStyle w:val="Heading3"/>
                                  </w:pPr>
                                  <w:r w:rsidRPr="000B4502">
                                    <w:t>Lorem ipsum dolor sit amet, harum patrioque cu vim.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CB0B7AD" id="Text Box 14" o:spid="_x0000_s1035" type="#_x0000_t202" style="width:131.85pt;height:5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" fillcolor="white [3201]" stroked="f" strokeweight=".5pt">
                      <v:textbox>
                        <w:txbxContent>
                          <w:p w14:paraId="75EC9A44" w14:textId="77777777" w:rsidR="000B4502" w:rsidRDefault="000B4502" w:rsidP="000B4502">
                            <w:pPr>
                              <w:pStyle w:val="Heading3"/>
                            </w:pPr>
                            <w:r w:rsidRPr="000B4502">
                              <w:t>Lorem ipsum dolor sit amet, harum patrioque cu vim.</w:t>
                            </w:r>
                          </w:p>
                        </w:txbxContent>
                      </v:textbox>
                      <w10:anchorlock/>
                    </v:shape>
                  </w:pict>
                </mc:Fallback>
              </mc:AlternateContent>
            </w:r>
            <w:r w:rsidRPr="000B4502">
              <w:rPr>
                <w:noProof/>
              </w:rPr>
              <mc:AlternateContent>
                <mc:Choice Requires="wps">
                  <w:drawing>
                    <wp:inline distT="0" distB="0" distL="0" distR="0" wp14:anchorId="036FCC9A" wp14:editId="7308D94E">
                      <wp:extent cx="475013" cy="676894"/>
                      <wp:effectExtent l="0" t="0" r="1270" b="9525"/>
                      <wp:docPr id="18" name="Text Box 18"/>
                      <wp:cNvGraphicFramePr/>
                      <a:graphic xmlns:a="http://schemas.openxmlformats.org/drawingml/2006/main">
                        <a:graphicData uri="http://schemas.microsoft.com/office/word/2010/wordprocessingShape">
                          <wps:wsp>
                            <wps:cNvSpPr txBox="1"/>
                            <wps:spPr>
                              <a:xfrm>
                                <a:off x="0" y="0"/>
                                <a:ext cx="475013" cy="676894"/>
                              </a:xfrm>
                              <a:prstGeom prst="rect">
                                <a:avLst/>
                              </a:prstGeom>
                              <a:solidFill>
                                <a:schemeClr val="lt1"/>
                              </a:solidFill>
                              <a:ln w="6350">
                                <a:noFill/>
                              </a:ln>
                            </wps:spPr>
                            <wps:txbx>
                              <w:txbxContent>
                                <w:p w14:paraId="0A367DDE" w14:textId="77777777" w:rsidR="000B4502" w:rsidRDefault="000B4502" w:rsidP="000B4502">
                                  <w:pPr>
                                    <w:pStyle w:val="Heading1"/>
                                  </w:pPr>
                                  <w:r>
                                    <w:t>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36FCC9A" id="Text Box 18" o:spid="_x0000_s1036" type="#_x0000_t202" style="width:37.4pt;height:5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" fillcolor="white [3201]" stroked="f" strokeweight=".5pt">
                      <v:textbox>
                        <w:txbxContent>
                          <w:p w14:paraId="0A367DDE" w14:textId="77777777" w:rsidR="000B4502" w:rsidRDefault="000B4502" w:rsidP="000B4502">
                            <w:pPr>
                              <w:pStyle w:val="Heading1"/>
                            </w:pPr>
                            <w:r>
                              <w:t>03</w:t>
                            </w:r>
                          </w:p>
                        </w:txbxContent>
                      </v:textbox>
                      <w10:anchorlock/>
                    </v:shape>
                  </w:pict>
                </mc:Fallback>
              </mc:AlternateContent>
            </w:r>
            <w:r w:rsidRPr="000B4502">
              <w:rPr>
                <w:noProof/>
              </w:rPr>
              <mc:AlternateContent>
                <mc:Choice Requires="wps">
                  <w:drawing>
                    <wp:inline distT="0" distB="0" distL="0" distR="0" wp14:anchorId="3585805C" wp14:editId="5D9A1DDD">
                      <wp:extent cx="1674421" cy="676894"/>
                      <wp:effectExtent l="0" t="0" r="2540" b="9525"/>
                      <wp:docPr id="17" name="Text Box 17"/>
                      <wp:cNvGraphicFramePr/>
                      <a:graphic xmlns:a="http://schemas.openxmlformats.org/drawingml/2006/main">
                        <a:graphicData uri="http://schemas.microsoft.com/office/word/2010/wordprocessingShape">
                          <wps:wsp>
                            <wps:cNvSpPr txBox="1"/>
                            <wps:spPr>
                              <a:xfrm>
                                <a:off x="0" y="0"/>
                                <a:ext cx="1674421" cy="676894"/>
                              </a:xfrm>
                              <a:prstGeom prst="rect">
                                <a:avLst/>
                              </a:prstGeom>
                              <a:solidFill>
                                <a:schemeClr val="lt1"/>
                              </a:solidFill>
                              <a:ln w="6350">
                                <a:noFill/>
                              </a:ln>
                            </wps:spPr>
                            <wps:txbx>
                              <w:txbxContent>
                                <w:p w14:paraId="505AF226" w14:textId="77777777" w:rsidR="000B4502" w:rsidRDefault="000B4502" w:rsidP="000B4502">
                                  <w:pPr>
                                    <w:pStyle w:val="Heading3"/>
                                  </w:pPr>
                                  <w:r w:rsidRPr="000B4502">
                                    <w:t>Lorem ipsum dolor sit amet, harum patrioque cu vim.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585805C" id="Text Box 17" o:spid="_x0000_s1037" type="#_x0000_t202" style="width:131.85pt;height:5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" fillcolor="white [3201]" stroked="f" strokeweight=".5pt">
                      <v:textbox>
                        <w:txbxContent>
                          <w:p w14:paraId="505AF226" w14:textId="77777777" w:rsidR="000B4502" w:rsidRDefault="000B4502" w:rsidP="000B4502">
                            <w:pPr>
                              <w:pStyle w:val="Heading3"/>
                            </w:pPr>
                            <w:r w:rsidRPr="000B4502">
                              <w:t>Lorem ipsum dolor sit amet, harum patrioque cu vim.</w:t>
                            </w:r>
                          </w:p>
                        </w:txbxContent>
                      </v:textbox>
                      <w10:anchorlock/>
                    </v:shape>
                  </w:pict>
                </mc:Fallback>
              </mc:AlternateContent>
            </w:r>
          </w:p>
        </w:tc>
        <w:tc>
          <w:tcPr>
            <w:tcW w:w="8545" w:type="dxa"/>
            <w:gridSpan w:val="2"/>
          </w:tcPr>
          <w:p w14:paraId="4AA04DEC" w14:textId="77777777" w:rsidR="000B4502" w:rsidRDefault="000B4502">
            <w:r w:rsidRPr="000B4502">
              <w:rPr>
                <w:noProof/>
              </w:rPr>
              <mc:AlternateContent>
                <mc:Choice Requires="wps">
                  <w:drawing>
                    <wp:inline distT="0" distB="0" distL="0" distR="0" wp14:anchorId="7C789C52" wp14:editId="3A11EB5A">
                      <wp:extent cx="4892633" cy="4993419"/>
                      <wp:effectExtent l="0" t="0" r="3810" b="0"/>
                      <wp:docPr id="11" name="Text Box 11"/>
                      <wp:cNvGraphicFramePr/>
                      <a:graphic xmlns:a="http://schemas.openxmlformats.org/drawingml/2006/main">
                        <a:graphicData uri="http://schemas.microsoft.com/office/word/2010/wordprocessingShape">
                          <wps:wsp>
                            <wps:cNvSpPr txBox="1"/>
                            <wps:spPr>
                              <a:xfrm>
                                <a:off x="0" y="0"/>
                                <a:ext cx="4892633" cy="4993419"/>
                              </a:xfrm>
                              <a:prstGeom prst="rect">
                                <a:avLst/>
                              </a:prstGeom>
                              <a:solidFill>
                                <a:schemeClr val="lt1"/>
                              </a:solidFill>
                              <a:ln w="6350">
                                <a:noFill/>
                              </a:ln>
                            </wps:spPr>
                            <wps:txbx>
                              <w:txbxContent>
                                <w:p w14:paraId="7CDADDFF" w14:textId="77777777" w:rsidR="000B4502" w:rsidRPr="00E53BEA" w:rsidRDefault="000B4502" w:rsidP="00E53BEA">
                                  <w:pPr>
                                    <w:pStyle w:val="Heading1"/>
                                  </w:pPr>
                                  <w:r w:rsidRPr="00E53BEA">
                                    <w:t>Heading 1</w:t>
                                  </w:r>
                                </w:p>
                                <w:p w14:paraId="73837A11" w14:textId="77777777" w:rsidR="000B4502" w:rsidRDefault="000B4502" w:rsidP="000B4502">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14:paraId="15EED6E3" w14:textId="77777777" w:rsidR="000B4502" w:rsidRDefault="000B4502" w:rsidP="000B4502">
                                  <w:pPr>
                                    <w:pStyle w:val="Heading2"/>
                                  </w:pPr>
                                  <w:r>
                                    <w:t>Heading 2</w:t>
                                  </w:r>
                                </w:p>
                                <w:p w14:paraId="06B68DEC" w14:textId="77777777" w:rsidR="000B4502" w:rsidRDefault="000B4502" w:rsidP="000B4502">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14:paraId="246F46D7" w14:textId="77777777" w:rsidR="000B4502" w:rsidRDefault="000B4502" w:rsidP="000B4502">
                                  <w:pPr>
                                    <w:pStyle w:val="Heading3"/>
                                  </w:pPr>
                                  <w:r>
                                    <w:t>Heading 3</w:t>
                                  </w:r>
                                </w:p>
                                <w:p w14:paraId="5BFD711B" w14:textId="77777777" w:rsidR="000B4502" w:rsidRDefault="000B4502" w:rsidP="000B4502">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14:paraId="24E91232" w14:textId="77777777" w:rsidR="000B4502" w:rsidRDefault="000B4502" w:rsidP="000B4502">
                                  <w:r>
                                    <w:t>You can easily change the formatting of selected text in the document text by choosing a look for the selected text from the Quick Styles gallery on the Home tab. You can</w:t>
                                  </w:r>
                                  <w:r w:rsidRPr="000B4502">
                                    <w:t xml:space="preserve"> </w:t>
                                  </w:r>
                                  <w:r>
                                    <w:t>also format text directly by using the other controls on the Home tab. Most controls offer a choice of using the look from the current theme or using a format that you specify directly.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C789C52" id="Text Box 11" o:spid="_x0000_s1038" type="#_x0000_t202" style="width:385.25pt;height:39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" fillcolor="white [3201]" stroked="f" strokeweight=".5pt">
                      <v:textbox>
                        <w:txbxContent>
                          <w:p w14:paraId="7CDADDFF" w14:textId="77777777" w:rsidR="000B4502" w:rsidRPr="00E53BEA" w:rsidRDefault="000B4502" w:rsidP="00E53BEA">
                            <w:pPr>
                              <w:pStyle w:val="Heading1"/>
                            </w:pPr>
                            <w:r w:rsidRPr="00E53BEA">
                              <w:t>Heading 1</w:t>
                            </w:r>
                          </w:p>
                          <w:p w14:paraId="73837A11" w14:textId="77777777" w:rsidR="000B4502" w:rsidRDefault="000B4502" w:rsidP="000B4502">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14:paraId="15EED6E3" w14:textId="77777777" w:rsidR="000B4502" w:rsidRDefault="000B4502" w:rsidP="000B4502">
                            <w:pPr>
                              <w:pStyle w:val="Heading2"/>
                            </w:pPr>
                            <w:r>
                              <w:t>Heading 2</w:t>
                            </w:r>
                          </w:p>
                          <w:p w14:paraId="06B68DEC" w14:textId="77777777" w:rsidR="000B4502" w:rsidRDefault="000B4502" w:rsidP="000B4502">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14:paraId="246F46D7" w14:textId="77777777" w:rsidR="000B4502" w:rsidRDefault="000B4502" w:rsidP="000B4502">
                            <w:pPr>
                              <w:pStyle w:val="Heading3"/>
                            </w:pPr>
                            <w:r>
                              <w:t>Heading 3</w:t>
                            </w:r>
                          </w:p>
                          <w:p w14:paraId="5BFD711B" w14:textId="77777777" w:rsidR="000B4502" w:rsidRDefault="000B4502" w:rsidP="000B4502">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14:paraId="24E91232" w14:textId="77777777" w:rsidR="000B4502" w:rsidRDefault="000B4502" w:rsidP="000B4502">
                            <w:r>
                              <w:t>You can easily change the formatting of selected text in the document text by choosing a look for the selected text from the Quick Styles gallery on the Home tab. You can</w:t>
                            </w:r>
                            <w:r w:rsidRPr="000B4502">
                              <w:t xml:space="preserve"> </w:t>
                            </w:r>
                            <w:r>
                              <w:t>also format text directly by using the other controls on the Home tab. Most controls offer a choice of using the look from the current theme or using a format that you specify directly.</w:t>
                            </w:r>
                          </w:p>
                        </w:txbxContent>
                      </v:textbox>
                      <w10:anchorlock/>
                    </v:shape>
                  </w:pict>
                </mc:Fallback>
              </mc:AlternateContent>
            </w:r>
          </w:p>
        </w:tc>
      </w:tr>
      <w:tr w:rsidR="000B4502" w14:paraId="08A7AA80" w14:textId="77777777" w:rsidTr="00515218">
        <w:trPr>
          <w:trHeight w:val="2727"/>
        </w:trPr>
        <w:tc>
          <w:tcPr>
            <w:tcW w:w="12180" w:type="dxa"/>
            <w:gridSpan w:val="3"/>
            <w:vAlign w:val="center"/>
          </w:tcPr>
          <w:p w14:paraId="1504A2EC" w14:textId="77777777" w:rsidR="000B4502" w:rsidRDefault="00A1111B" w:rsidP="00515218">
            <w:pPr>
              <w:ind w:left="720"/>
            </w:pPr>
            <w:r w:rsidRPr="00A1111B">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14:paraId="2A724688" w14:textId="77777777" w:rsidR="00980413" w:rsidRDefault="00980413" w:rsidP="00515218">
            <w:pPr>
              <w:ind w:left="720"/>
            </w:pPr>
          </w:p>
          <w:p w14:paraId="0766AA80" w14:textId="6E255D1E" w:rsidR="00980413" w:rsidRPr="000B4502" w:rsidRDefault="00980413" w:rsidP="00515218">
            <w:pPr>
              <w:ind w:left="720"/>
            </w:pPr>
          </w:p>
        </w:tc>
      </w:tr>
      <w:tr w:rsidR="00A1111B" w14:paraId="1C69F6F7" w14:textId="77777777" w:rsidTr="00A1111B">
        <w:trPr>
          <w:trHeight w:val="630"/>
        </w:trPr>
        <w:tc>
          <w:tcPr>
            <w:tcW w:w="12180" w:type="dxa"/>
            <w:gridSpan w:val="3"/>
            <w:vAlign w:val="bottom"/>
          </w:tcPr>
          <w:p w14:paraId="2344AB3D" w14:textId="77777777" w:rsidR="00A1111B" w:rsidRDefault="00A1111B" w:rsidP="00A1111B">
            <w:pPr>
              <w:ind w:left="720"/>
              <w:jc w:val="right"/>
              <w:rPr>
                <w:noProof/>
              </w:rPr>
            </w:pPr>
            <w:r>
              <w:rPr>
                <w:noProof/>
              </w:rPr>
              <w:t>Page 2</w:t>
            </w:r>
          </w:p>
        </w:tc>
      </w:tr>
    </w:tbl>
    <w:p w14:paraId="28343055" w14:textId="77777777" w:rsidR="00392FA9" w:rsidRDefault="00392FA9"/>
    <w:sectPr w:rsidR="00392FA9" w:rsidSect="00021C04">
      <w:pgSz w:w="12240" w:h="15840"/>
      <w:pgMar w:top="0" w:right="0" w:bottom="0" w:left="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0C797" w14:textId="77777777" w:rsidR="00B30DFB" w:rsidRDefault="00B30DFB" w:rsidP="00E53BEA">
      <w:pPr>
        <w:spacing w:after="0" w:line="240" w:lineRule="auto"/>
      </w:pPr>
      <w:r>
        <w:separator/>
      </w:r>
    </w:p>
  </w:endnote>
  <w:endnote w:type="continuationSeparator" w:id="0">
    <w:p w14:paraId="21D20913" w14:textId="77777777" w:rsidR="00B30DFB" w:rsidRDefault="00B30DFB" w:rsidP="00E53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8306C" w14:textId="77777777" w:rsidR="00B30DFB" w:rsidRDefault="00B30DFB" w:rsidP="00E53BEA">
      <w:pPr>
        <w:spacing w:after="0" w:line="240" w:lineRule="auto"/>
      </w:pPr>
      <w:r>
        <w:separator/>
      </w:r>
    </w:p>
  </w:footnote>
  <w:footnote w:type="continuationSeparator" w:id="0">
    <w:p w14:paraId="49E2242C" w14:textId="77777777" w:rsidR="00B30DFB" w:rsidRDefault="00B30DFB" w:rsidP="00E53B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5"/>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450"/>
    <w:rsid w:val="00007AE1"/>
    <w:rsid w:val="00021C04"/>
    <w:rsid w:val="00056F12"/>
    <w:rsid w:val="000B4502"/>
    <w:rsid w:val="00392FA9"/>
    <w:rsid w:val="00515218"/>
    <w:rsid w:val="00980413"/>
    <w:rsid w:val="009F6967"/>
    <w:rsid w:val="00A1111B"/>
    <w:rsid w:val="00A3158A"/>
    <w:rsid w:val="00A57B00"/>
    <w:rsid w:val="00B2547B"/>
    <w:rsid w:val="00B30DFB"/>
    <w:rsid w:val="00CF5DB5"/>
    <w:rsid w:val="00D76AB2"/>
    <w:rsid w:val="00D76F05"/>
    <w:rsid w:val="00D90450"/>
    <w:rsid w:val="00DC34F2"/>
    <w:rsid w:val="00E53BEA"/>
    <w:rsid w:val="00FB18DA"/>
    <w:rsid w:val="00FB6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560A5"/>
  <w15:chartTrackingRefBased/>
  <w15:docId w15:val="{0091A157-8C35-3B44-A4D2-7D02B6BE0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3BEA"/>
    <w:pPr>
      <w:keepNext/>
      <w:keepLines/>
      <w:spacing w:before="240" w:after="0"/>
      <w:outlineLvl w:val="0"/>
    </w:pPr>
    <w:rPr>
      <w:rFonts w:asciiTheme="majorHAnsi" w:eastAsiaTheme="majorEastAsia" w:hAnsiTheme="majorHAnsi" w:cstheme="majorBidi"/>
      <w:color w:val="0A576C"/>
      <w:sz w:val="44"/>
      <w:szCs w:val="32"/>
    </w:rPr>
  </w:style>
  <w:style w:type="paragraph" w:styleId="Heading2">
    <w:name w:val="heading 2"/>
    <w:basedOn w:val="Normal"/>
    <w:next w:val="Normal"/>
    <w:link w:val="Heading2Char"/>
    <w:uiPriority w:val="9"/>
    <w:unhideWhenUsed/>
    <w:qFormat/>
    <w:rsid w:val="00E53BEA"/>
    <w:pPr>
      <w:keepNext/>
      <w:keepLines/>
      <w:spacing w:before="40" w:after="0"/>
      <w:outlineLvl w:val="1"/>
    </w:pPr>
    <w:rPr>
      <w:rFonts w:asciiTheme="majorHAnsi" w:eastAsiaTheme="majorEastAsia" w:hAnsiTheme="majorHAnsi" w:cstheme="majorBidi"/>
      <w:color w:val="0A576C"/>
      <w:sz w:val="26"/>
      <w:szCs w:val="26"/>
    </w:rPr>
  </w:style>
  <w:style w:type="paragraph" w:styleId="Heading3">
    <w:name w:val="heading 3"/>
    <w:basedOn w:val="Normal"/>
    <w:next w:val="Normal"/>
    <w:link w:val="Heading3Char"/>
    <w:uiPriority w:val="9"/>
    <w:unhideWhenUsed/>
    <w:qFormat/>
    <w:rsid w:val="00E53BEA"/>
    <w:pPr>
      <w:keepNext/>
      <w:keepLines/>
      <w:spacing w:before="40" w:after="0"/>
      <w:outlineLvl w:val="2"/>
    </w:pPr>
    <w:rPr>
      <w:rFonts w:asciiTheme="majorHAnsi" w:eastAsiaTheme="majorEastAsia" w:hAnsiTheme="majorHAnsi" w:cstheme="majorBidi"/>
      <w:color w:val="0A576C"/>
      <w:sz w:val="24"/>
      <w:szCs w:val="24"/>
    </w:rPr>
  </w:style>
  <w:style w:type="paragraph" w:styleId="Heading4">
    <w:name w:val="heading 4"/>
    <w:basedOn w:val="Normal"/>
    <w:next w:val="Normal"/>
    <w:link w:val="Heading4Char"/>
    <w:uiPriority w:val="9"/>
    <w:semiHidden/>
    <w:unhideWhenUsed/>
    <w:qFormat/>
    <w:rsid w:val="00E53BEA"/>
    <w:pPr>
      <w:keepNext/>
      <w:keepLines/>
      <w:spacing w:before="40" w:after="0"/>
      <w:outlineLvl w:val="3"/>
    </w:pPr>
    <w:rPr>
      <w:rFonts w:asciiTheme="majorHAnsi" w:eastAsiaTheme="majorEastAsia" w:hAnsiTheme="majorHAnsi" w:cstheme="majorBidi"/>
      <w:i/>
      <w:iCs/>
      <w:color w:val="0A576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B4502"/>
    <w:pPr>
      <w:spacing w:after="0" w:line="240" w:lineRule="auto"/>
      <w:ind w:left="720"/>
      <w:contextualSpacing/>
    </w:pPr>
    <w:rPr>
      <w:rFonts w:asciiTheme="majorHAnsi" w:eastAsiaTheme="majorEastAsia" w:hAnsiTheme="majorHAnsi" w:cstheme="majorBidi"/>
      <w:spacing w:val="-10"/>
      <w:kern w:val="28"/>
      <w:sz w:val="96"/>
      <w:szCs w:val="56"/>
    </w:rPr>
  </w:style>
  <w:style w:type="character" w:customStyle="1" w:styleId="TitleChar">
    <w:name w:val="Title Char"/>
    <w:basedOn w:val="DefaultParagraphFont"/>
    <w:link w:val="Title"/>
    <w:uiPriority w:val="10"/>
    <w:rsid w:val="000B4502"/>
    <w:rPr>
      <w:rFonts w:asciiTheme="majorHAnsi" w:eastAsiaTheme="majorEastAsia" w:hAnsiTheme="majorHAnsi" w:cstheme="majorBidi"/>
      <w:spacing w:val="-10"/>
      <w:kern w:val="28"/>
      <w:sz w:val="96"/>
      <w:szCs w:val="56"/>
    </w:rPr>
  </w:style>
  <w:style w:type="paragraph" w:styleId="Subtitle">
    <w:name w:val="Subtitle"/>
    <w:basedOn w:val="Normal"/>
    <w:next w:val="Normal"/>
    <w:link w:val="SubtitleChar"/>
    <w:uiPriority w:val="11"/>
    <w:qFormat/>
    <w:rsid w:val="000B4502"/>
    <w:pPr>
      <w:numPr>
        <w:ilvl w:val="1"/>
      </w:numPr>
      <w:ind w:left="720"/>
    </w:pPr>
    <w:rPr>
      <w:rFonts w:eastAsiaTheme="minorEastAsia"/>
      <w:color w:val="F2F2F2" w:themeColor="background1" w:themeShade="F2"/>
      <w:spacing w:val="15"/>
      <w:sz w:val="48"/>
    </w:rPr>
  </w:style>
  <w:style w:type="character" w:customStyle="1" w:styleId="SubtitleChar">
    <w:name w:val="Subtitle Char"/>
    <w:basedOn w:val="DefaultParagraphFont"/>
    <w:link w:val="Subtitle"/>
    <w:uiPriority w:val="11"/>
    <w:rsid w:val="000B4502"/>
    <w:rPr>
      <w:rFonts w:eastAsiaTheme="minorEastAsia"/>
      <w:color w:val="F2F2F2" w:themeColor="background1" w:themeShade="F2"/>
      <w:spacing w:val="15"/>
      <w:sz w:val="48"/>
    </w:rPr>
  </w:style>
  <w:style w:type="character" w:customStyle="1" w:styleId="Heading1Char">
    <w:name w:val="Heading 1 Char"/>
    <w:basedOn w:val="DefaultParagraphFont"/>
    <w:link w:val="Heading1"/>
    <w:uiPriority w:val="9"/>
    <w:rsid w:val="00E53BEA"/>
    <w:rPr>
      <w:rFonts w:asciiTheme="majorHAnsi" w:eastAsiaTheme="majorEastAsia" w:hAnsiTheme="majorHAnsi" w:cstheme="majorBidi"/>
      <w:color w:val="0A576C"/>
      <w:sz w:val="44"/>
      <w:szCs w:val="32"/>
    </w:rPr>
  </w:style>
  <w:style w:type="character" w:customStyle="1" w:styleId="Heading2Char">
    <w:name w:val="Heading 2 Char"/>
    <w:basedOn w:val="DefaultParagraphFont"/>
    <w:link w:val="Heading2"/>
    <w:uiPriority w:val="9"/>
    <w:rsid w:val="00E53BEA"/>
    <w:rPr>
      <w:rFonts w:asciiTheme="majorHAnsi" w:eastAsiaTheme="majorEastAsia" w:hAnsiTheme="majorHAnsi" w:cstheme="majorBidi"/>
      <w:color w:val="0A576C"/>
      <w:sz w:val="26"/>
      <w:szCs w:val="26"/>
    </w:rPr>
  </w:style>
  <w:style w:type="paragraph" w:styleId="NoSpacing">
    <w:name w:val="No Spacing"/>
    <w:uiPriority w:val="1"/>
    <w:qFormat/>
    <w:rsid w:val="000B4502"/>
    <w:pPr>
      <w:spacing w:after="0" w:line="240" w:lineRule="auto"/>
    </w:pPr>
  </w:style>
  <w:style w:type="character" w:customStyle="1" w:styleId="Heading3Char">
    <w:name w:val="Heading 3 Char"/>
    <w:basedOn w:val="DefaultParagraphFont"/>
    <w:link w:val="Heading3"/>
    <w:uiPriority w:val="9"/>
    <w:rsid w:val="00E53BEA"/>
    <w:rPr>
      <w:rFonts w:asciiTheme="majorHAnsi" w:eastAsiaTheme="majorEastAsia" w:hAnsiTheme="majorHAnsi" w:cstheme="majorBidi"/>
      <w:color w:val="0A576C"/>
      <w:sz w:val="24"/>
      <w:szCs w:val="24"/>
    </w:rPr>
  </w:style>
  <w:style w:type="paragraph" w:styleId="Header">
    <w:name w:val="header"/>
    <w:basedOn w:val="Normal"/>
    <w:link w:val="HeaderChar"/>
    <w:uiPriority w:val="99"/>
    <w:unhideWhenUsed/>
    <w:rsid w:val="00E53B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3BEA"/>
  </w:style>
  <w:style w:type="paragraph" w:styleId="Footer">
    <w:name w:val="footer"/>
    <w:basedOn w:val="Normal"/>
    <w:link w:val="FooterChar"/>
    <w:uiPriority w:val="99"/>
    <w:unhideWhenUsed/>
    <w:rsid w:val="00E53B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3BEA"/>
  </w:style>
  <w:style w:type="character" w:customStyle="1" w:styleId="Heading4Char">
    <w:name w:val="Heading 4 Char"/>
    <w:basedOn w:val="DefaultParagraphFont"/>
    <w:link w:val="Heading4"/>
    <w:uiPriority w:val="9"/>
    <w:semiHidden/>
    <w:rsid w:val="00E53BEA"/>
    <w:rPr>
      <w:rFonts w:asciiTheme="majorHAnsi" w:eastAsiaTheme="majorEastAsia" w:hAnsiTheme="majorHAnsi" w:cstheme="majorBidi"/>
      <w:i/>
      <w:iCs/>
      <w:color w:val="0A576C"/>
    </w:rPr>
  </w:style>
  <w:style w:type="character" w:styleId="IntenseEmphasis">
    <w:name w:val="Intense Emphasis"/>
    <w:basedOn w:val="DefaultParagraphFont"/>
    <w:uiPriority w:val="21"/>
    <w:qFormat/>
    <w:rsid w:val="00E53BEA"/>
    <w:rPr>
      <w:i/>
      <w:iCs/>
      <w:color w:val="0A576C"/>
    </w:rPr>
  </w:style>
  <w:style w:type="paragraph" w:styleId="IntenseQuote">
    <w:name w:val="Intense Quote"/>
    <w:basedOn w:val="Normal"/>
    <w:next w:val="Normal"/>
    <w:link w:val="IntenseQuoteChar"/>
    <w:uiPriority w:val="30"/>
    <w:qFormat/>
    <w:rsid w:val="00E53BEA"/>
    <w:pPr>
      <w:pBdr>
        <w:top w:val="single" w:sz="4" w:space="10" w:color="4472C4" w:themeColor="accent1"/>
        <w:bottom w:val="single" w:sz="4" w:space="10" w:color="4472C4" w:themeColor="accent1"/>
      </w:pBdr>
      <w:spacing w:before="360" w:after="360"/>
      <w:ind w:left="864" w:right="864"/>
      <w:jc w:val="center"/>
    </w:pPr>
    <w:rPr>
      <w:i/>
      <w:iCs/>
      <w:color w:val="0A576C"/>
    </w:rPr>
  </w:style>
  <w:style w:type="character" w:customStyle="1" w:styleId="IntenseQuoteChar">
    <w:name w:val="Intense Quote Char"/>
    <w:basedOn w:val="DefaultParagraphFont"/>
    <w:link w:val="IntenseQuote"/>
    <w:uiPriority w:val="30"/>
    <w:rsid w:val="00E53BEA"/>
    <w:rPr>
      <w:i/>
      <w:iCs/>
      <w:color w:val="0A576C"/>
    </w:rPr>
  </w:style>
  <w:style w:type="character" w:styleId="IntenseReference">
    <w:name w:val="Intense Reference"/>
    <w:basedOn w:val="DefaultParagraphFont"/>
    <w:uiPriority w:val="32"/>
    <w:qFormat/>
    <w:rsid w:val="00E53BEA"/>
    <w:rPr>
      <w:b/>
      <w:bCs/>
      <w:smallCaps/>
      <w:color w:val="0A576C"/>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var/folders/t5/t873n8213tz2_kl0czx04sj18q90wf/T/com.microsoft.Outlook/Outlook%20Temp/tf10192753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tf10192753_win32.dotx</Template>
  <TotalTime>5</TotalTime>
  <Pages>2</Pages>
  <Words>63</Words>
  <Characters>365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Lemai Nguyen</cp:lastModifiedBy>
  <cp:revision>8</cp:revision>
  <dcterms:created xsi:type="dcterms:W3CDTF">2020-08-05T05:43:00Z</dcterms:created>
  <dcterms:modified xsi:type="dcterms:W3CDTF">2023-03-29T05:32:00Z</dcterms:modified>
</cp:coreProperties>
</file>